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1D6ED5" w:rsidRPr="001D6ED5" w:rsidTr="00C250BF">
        <w:tc>
          <w:tcPr>
            <w:tcW w:w="2301" w:type="dxa"/>
            <w:gridSpan w:val="2"/>
          </w:tcPr>
          <w:p w:rsidR="001D6ED5" w:rsidRPr="001D6ED5" w:rsidRDefault="001D6ED5" w:rsidP="001D6ED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D6ED5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1D6ED5" w:rsidRPr="001D6ED5" w:rsidRDefault="001D6ED5" w:rsidP="001D6ED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D6ED5" w:rsidRPr="001D6ED5" w:rsidTr="00C250BF">
        <w:tc>
          <w:tcPr>
            <w:tcW w:w="2301" w:type="dxa"/>
            <w:gridSpan w:val="2"/>
          </w:tcPr>
          <w:p w:rsidR="001D6ED5" w:rsidRPr="001D6ED5" w:rsidRDefault="001D6ED5" w:rsidP="001D6ED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D6ED5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1D6ED5" w:rsidRPr="001D6ED5" w:rsidRDefault="001D6ED5" w:rsidP="001D6ED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D6ED5" w:rsidRPr="001D6ED5" w:rsidTr="00C250BF">
        <w:tc>
          <w:tcPr>
            <w:tcW w:w="1642" w:type="dxa"/>
          </w:tcPr>
          <w:p w:rsidR="001D6ED5" w:rsidRPr="001D6ED5" w:rsidRDefault="001D6ED5" w:rsidP="001D6ED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D6ED5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1D6ED5" w:rsidRPr="001D6ED5" w:rsidRDefault="001D6ED5" w:rsidP="001D6ED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1D6ED5" w:rsidRPr="001D6ED5" w:rsidRDefault="001D6ED5" w:rsidP="001D6ED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D6ED5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1D6ED5" w:rsidRPr="001D6ED5" w:rsidRDefault="001D6ED5" w:rsidP="001D6ED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1D6ED5" w:rsidRPr="001D6ED5" w:rsidRDefault="001D6ED5" w:rsidP="001D6E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1D6ED5" w:rsidRPr="001D6ED5" w:rsidRDefault="001D6ED5" w:rsidP="001D6E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1D6ED5">
        <w:rPr>
          <w:rFonts w:ascii="Arial" w:eastAsia="Times New Roman" w:hAnsi="Arial" w:cs="Arial"/>
          <w:b/>
          <w:bCs/>
          <w:lang w:eastAsia="pl-PL"/>
        </w:rPr>
        <w:t>OŚWIADCZENIE</w:t>
      </w:r>
      <w:r w:rsidRPr="001D6ED5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1"/>
      </w:r>
      <w:r w:rsidRPr="001D6ED5">
        <w:rPr>
          <w:rFonts w:ascii="Arial" w:eastAsia="Times New Roman" w:hAnsi="Arial" w:cs="Arial"/>
          <w:b/>
          <w:bCs/>
          <w:lang w:eastAsia="pl-PL"/>
        </w:rPr>
        <w:t xml:space="preserve"> WYKONAWCY</w:t>
      </w:r>
    </w:p>
    <w:p w:rsidR="001D6ED5" w:rsidRPr="001D6ED5" w:rsidRDefault="001D6ED5" w:rsidP="001D6E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proofErr w:type="gramStart"/>
      <w:r w:rsidRPr="001D6ED5">
        <w:rPr>
          <w:rFonts w:ascii="Arial" w:eastAsia="Times New Roman" w:hAnsi="Arial" w:cs="Arial"/>
          <w:b/>
          <w:bCs/>
          <w:lang w:eastAsia="pl-PL"/>
        </w:rPr>
        <w:t>o</w:t>
      </w:r>
      <w:proofErr w:type="gramEnd"/>
      <w:r w:rsidRPr="001D6ED5">
        <w:rPr>
          <w:rFonts w:ascii="Arial" w:eastAsia="Times New Roman" w:hAnsi="Arial" w:cs="Arial"/>
          <w:b/>
          <w:bCs/>
          <w:lang w:eastAsia="pl-PL"/>
        </w:rPr>
        <w:t xml:space="preserve"> przynależności lub braku przynależności do grupy kapitałowej</w:t>
      </w:r>
    </w:p>
    <w:p w:rsidR="001D6ED5" w:rsidRPr="001D6ED5" w:rsidRDefault="001D6ED5" w:rsidP="001D6E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D6ED5" w:rsidRPr="001D6ED5" w:rsidRDefault="001D6ED5" w:rsidP="001D6ED5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Arial" w:eastAsia="Times New Roman" w:hAnsi="Arial" w:cs="Arial"/>
          <w:lang w:eastAsia="pl-PL"/>
        </w:rPr>
      </w:pPr>
      <w:r w:rsidRPr="001D6ED5">
        <w:rPr>
          <w:rFonts w:ascii="Arial" w:eastAsia="Times New Roman" w:hAnsi="Arial" w:cs="Arial"/>
          <w:lang w:eastAsia="pl-PL"/>
        </w:rPr>
        <w:t xml:space="preserve">Informuję, że </w:t>
      </w:r>
      <w:r w:rsidRPr="001D6ED5">
        <w:rPr>
          <w:rFonts w:ascii="Arial" w:eastAsia="Times New Roman" w:hAnsi="Arial" w:cs="Arial"/>
          <w:b/>
          <w:lang w:eastAsia="pl-PL"/>
        </w:rPr>
        <w:t>należę /</w:t>
      </w:r>
      <w:r w:rsidRPr="001D6ED5">
        <w:rPr>
          <w:rFonts w:ascii="Arial" w:eastAsia="Times New Roman" w:hAnsi="Arial" w:cs="Arial"/>
          <w:lang w:eastAsia="pl-PL"/>
        </w:rPr>
        <w:t xml:space="preserve"> </w:t>
      </w:r>
      <w:r w:rsidRPr="001D6ED5">
        <w:rPr>
          <w:rFonts w:ascii="Arial" w:eastAsia="Times New Roman" w:hAnsi="Arial" w:cs="Arial"/>
          <w:b/>
          <w:lang w:eastAsia="pl-PL"/>
        </w:rPr>
        <w:t>nie należę</w:t>
      </w:r>
      <w:r w:rsidRPr="001D6ED5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1D6ED5">
        <w:rPr>
          <w:rFonts w:ascii="Arial" w:eastAsia="Times New Roman" w:hAnsi="Arial" w:cs="Arial"/>
          <w:b/>
          <w:lang w:eastAsia="pl-PL"/>
        </w:rPr>
        <w:t xml:space="preserve"> </w:t>
      </w:r>
      <w:r w:rsidRPr="001D6ED5">
        <w:rPr>
          <w:rFonts w:ascii="Arial" w:eastAsia="Times New Roman" w:hAnsi="Arial" w:cs="Arial"/>
          <w:lang w:eastAsia="pl-PL"/>
        </w:rPr>
        <w:t>do tej samej grupy kapitałowej w rozumieniu ustawy z dnia 16 lutego 2007 r. o ochronie konkurencji i konsumentów (</w:t>
      </w:r>
      <w:proofErr w:type="spellStart"/>
      <w:r w:rsidRPr="001D6ED5">
        <w:rPr>
          <w:rFonts w:ascii="Arial" w:eastAsia="Times New Roman" w:hAnsi="Arial" w:cs="Arial"/>
          <w:lang w:eastAsia="pl-PL"/>
        </w:rPr>
        <w:t>t.j</w:t>
      </w:r>
      <w:proofErr w:type="spellEnd"/>
      <w:r w:rsidRPr="001D6ED5">
        <w:rPr>
          <w:rFonts w:ascii="Arial" w:eastAsia="Times New Roman" w:hAnsi="Arial" w:cs="Arial"/>
          <w:lang w:eastAsia="pl-PL"/>
        </w:rPr>
        <w:t xml:space="preserve">. Dz. U. </w:t>
      </w:r>
      <w:proofErr w:type="gramStart"/>
      <w:r w:rsidRPr="001D6ED5">
        <w:rPr>
          <w:rFonts w:ascii="Arial" w:eastAsia="Times New Roman" w:hAnsi="Arial" w:cs="Arial"/>
          <w:lang w:eastAsia="pl-PL"/>
        </w:rPr>
        <w:t>z</w:t>
      </w:r>
      <w:proofErr w:type="gramEnd"/>
      <w:r w:rsidRPr="001D6ED5">
        <w:rPr>
          <w:rFonts w:ascii="Arial" w:eastAsia="Times New Roman" w:hAnsi="Arial" w:cs="Arial"/>
          <w:lang w:eastAsia="pl-PL"/>
        </w:rPr>
        <w:t xml:space="preserve"> 2017 r. poz. 229, z </w:t>
      </w:r>
      <w:proofErr w:type="spellStart"/>
      <w:r w:rsidRPr="001D6ED5">
        <w:rPr>
          <w:rFonts w:ascii="Arial" w:eastAsia="Times New Roman" w:hAnsi="Arial" w:cs="Arial"/>
          <w:lang w:eastAsia="pl-PL"/>
        </w:rPr>
        <w:t>późn</w:t>
      </w:r>
      <w:proofErr w:type="spellEnd"/>
      <w:r w:rsidRPr="001D6ED5">
        <w:rPr>
          <w:rFonts w:ascii="Arial" w:eastAsia="Times New Roman" w:hAnsi="Arial" w:cs="Arial"/>
          <w:lang w:eastAsia="pl-PL"/>
        </w:rPr>
        <w:t xml:space="preserve">. </w:t>
      </w:r>
      <w:proofErr w:type="gramStart"/>
      <w:r w:rsidRPr="001D6ED5">
        <w:rPr>
          <w:rFonts w:ascii="Arial" w:eastAsia="Times New Roman" w:hAnsi="Arial" w:cs="Arial"/>
          <w:lang w:eastAsia="pl-PL"/>
        </w:rPr>
        <w:t>zm</w:t>
      </w:r>
      <w:proofErr w:type="gramEnd"/>
      <w:r w:rsidRPr="001D6ED5">
        <w:rPr>
          <w:rFonts w:ascii="Arial" w:eastAsia="Times New Roman" w:hAnsi="Arial" w:cs="Arial"/>
          <w:lang w:eastAsia="pl-PL"/>
        </w:rPr>
        <w:t>.).</w:t>
      </w:r>
    </w:p>
    <w:p w:rsidR="001D6ED5" w:rsidRPr="001D6ED5" w:rsidRDefault="001D6ED5" w:rsidP="001D6ED5">
      <w:pPr>
        <w:widowControl w:val="0"/>
        <w:tabs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D6ED5" w:rsidRPr="001D6ED5" w:rsidRDefault="001D6ED5" w:rsidP="001D6ED5">
      <w:pPr>
        <w:widowControl w:val="0"/>
        <w:tabs>
          <w:tab w:val="left" w:pos="6480"/>
        </w:tabs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lang w:eastAsia="pl-PL"/>
        </w:rPr>
      </w:pPr>
      <w:r w:rsidRPr="001D6ED5">
        <w:rPr>
          <w:rFonts w:ascii="Arial" w:eastAsia="Times New Roman" w:hAnsi="Arial" w:cs="Arial"/>
          <w:lang w:eastAsia="pl-PL"/>
        </w:rPr>
        <w:t>Lista podmiotów należących do tej samej grupy kapitałowej</w:t>
      </w:r>
      <w:r w:rsidRPr="001D6ED5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1D6ED5">
        <w:rPr>
          <w:rFonts w:ascii="Arial" w:eastAsia="Times New Roman" w:hAnsi="Arial" w:cs="Arial"/>
          <w:lang w:eastAsia="pl-PL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0"/>
        <w:gridCol w:w="8542"/>
      </w:tblGrid>
      <w:tr w:rsidR="001D6ED5" w:rsidRPr="001D6ED5" w:rsidTr="00C250BF">
        <w:tc>
          <w:tcPr>
            <w:tcW w:w="534" w:type="dxa"/>
            <w:tcMar>
              <w:right w:w="142" w:type="dxa"/>
            </w:tcMar>
          </w:tcPr>
          <w:p w:rsidR="001D6ED5" w:rsidRPr="001D6ED5" w:rsidRDefault="001D6ED5" w:rsidP="001D6E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bottom w:val="dotted" w:sz="8" w:space="0" w:color="auto"/>
            </w:tcBorders>
          </w:tcPr>
          <w:p w:rsidR="001D6ED5" w:rsidRPr="001D6ED5" w:rsidRDefault="001D6ED5" w:rsidP="001D6ED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1D6ED5" w:rsidRPr="001D6ED5" w:rsidTr="00C250BF">
        <w:tc>
          <w:tcPr>
            <w:tcW w:w="534" w:type="dxa"/>
            <w:tcMar>
              <w:right w:w="142" w:type="dxa"/>
            </w:tcMar>
          </w:tcPr>
          <w:p w:rsidR="001D6ED5" w:rsidRPr="001D6ED5" w:rsidRDefault="001D6ED5" w:rsidP="001D6E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1D6ED5" w:rsidRPr="001D6ED5" w:rsidRDefault="001D6ED5" w:rsidP="001D6ED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1D6ED5" w:rsidRPr="001D6ED5" w:rsidTr="00C250BF">
        <w:tc>
          <w:tcPr>
            <w:tcW w:w="534" w:type="dxa"/>
            <w:tcMar>
              <w:right w:w="142" w:type="dxa"/>
            </w:tcMar>
          </w:tcPr>
          <w:p w:rsidR="001D6ED5" w:rsidRPr="001D6ED5" w:rsidRDefault="001D6ED5" w:rsidP="001D6E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1D6ED5" w:rsidRPr="001D6ED5" w:rsidRDefault="001D6ED5" w:rsidP="001D6ED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1D6ED5" w:rsidRPr="001D6ED5" w:rsidTr="00C250BF">
        <w:tc>
          <w:tcPr>
            <w:tcW w:w="534" w:type="dxa"/>
            <w:tcMar>
              <w:right w:w="142" w:type="dxa"/>
            </w:tcMar>
          </w:tcPr>
          <w:p w:rsidR="001D6ED5" w:rsidRPr="001D6ED5" w:rsidRDefault="001D6ED5" w:rsidP="001D6E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1D6ED5" w:rsidRPr="001D6ED5" w:rsidRDefault="001D6ED5" w:rsidP="001D6ED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1D6ED5" w:rsidRPr="001D6ED5" w:rsidTr="00C250BF">
        <w:tc>
          <w:tcPr>
            <w:tcW w:w="534" w:type="dxa"/>
            <w:tcMar>
              <w:right w:w="142" w:type="dxa"/>
            </w:tcMar>
          </w:tcPr>
          <w:p w:rsidR="001D6ED5" w:rsidRPr="001D6ED5" w:rsidRDefault="001D6ED5" w:rsidP="001D6E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1D6ED5" w:rsidRPr="001D6ED5" w:rsidRDefault="001D6ED5" w:rsidP="001D6ED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1D6ED5" w:rsidRPr="001D6ED5" w:rsidTr="00C250BF">
        <w:tc>
          <w:tcPr>
            <w:tcW w:w="534" w:type="dxa"/>
            <w:tcMar>
              <w:right w:w="142" w:type="dxa"/>
            </w:tcMar>
          </w:tcPr>
          <w:p w:rsidR="001D6ED5" w:rsidRPr="001D6ED5" w:rsidRDefault="001D6ED5" w:rsidP="001D6E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1D6ED5" w:rsidRPr="001D6ED5" w:rsidRDefault="001D6ED5" w:rsidP="001D6ED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1D6ED5" w:rsidRPr="001D6ED5" w:rsidTr="00C250BF">
        <w:tc>
          <w:tcPr>
            <w:tcW w:w="534" w:type="dxa"/>
            <w:tcMar>
              <w:right w:w="142" w:type="dxa"/>
            </w:tcMar>
          </w:tcPr>
          <w:p w:rsidR="001D6ED5" w:rsidRPr="001D6ED5" w:rsidRDefault="001D6ED5" w:rsidP="001D6E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1D6ED5" w:rsidRPr="001D6ED5" w:rsidRDefault="001D6ED5" w:rsidP="001D6ED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1D6ED5" w:rsidRPr="001D6ED5" w:rsidTr="00C250BF">
        <w:tc>
          <w:tcPr>
            <w:tcW w:w="534" w:type="dxa"/>
            <w:tcMar>
              <w:right w:w="142" w:type="dxa"/>
            </w:tcMar>
          </w:tcPr>
          <w:p w:rsidR="001D6ED5" w:rsidRPr="001D6ED5" w:rsidRDefault="001D6ED5" w:rsidP="001D6E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1D6ED5" w:rsidRPr="001D6ED5" w:rsidRDefault="001D6ED5" w:rsidP="001D6ED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1D6ED5" w:rsidRPr="001D6ED5" w:rsidTr="00C250BF">
        <w:tc>
          <w:tcPr>
            <w:tcW w:w="534" w:type="dxa"/>
            <w:tcMar>
              <w:right w:w="142" w:type="dxa"/>
            </w:tcMar>
          </w:tcPr>
          <w:p w:rsidR="001D6ED5" w:rsidRPr="001D6ED5" w:rsidRDefault="001D6ED5" w:rsidP="001D6E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1D6ED5" w:rsidRPr="001D6ED5" w:rsidRDefault="001D6ED5" w:rsidP="001D6ED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1D6ED5" w:rsidRPr="001D6ED5" w:rsidTr="00C250BF">
        <w:tc>
          <w:tcPr>
            <w:tcW w:w="534" w:type="dxa"/>
            <w:tcMar>
              <w:right w:w="142" w:type="dxa"/>
            </w:tcMar>
          </w:tcPr>
          <w:p w:rsidR="001D6ED5" w:rsidRPr="001D6ED5" w:rsidRDefault="001D6ED5" w:rsidP="001D6E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1D6ED5" w:rsidRPr="001D6ED5" w:rsidRDefault="001D6ED5" w:rsidP="001D6ED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</w:tbl>
    <w:p w:rsidR="001D6ED5" w:rsidRPr="001D6ED5" w:rsidRDefault="001D6ED5" w:rsidP="001D6ED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D6ED5" w:rsidRPr="001D6ED5" w:rsidRDefault="001D6ED5" w:rsidP="001D6ED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D6ED5" w:rsidRPr="001D6ED5" w:rsidRDefault="001D6ED5" w:rsidP="001D6ED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D6ED5" w:rsidRPr="001D6ED5" w:rsidRDefault="001D6ED5" w:rsidP="001D6ED5">
      <w:pPr>
        <w:spacing w:before="120" w:after="0" w:line="240" w:lineRule="auto"/>
        <w:ind w:left="284" w:right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D6ED5">
        <w:rPr>
          <w:rFonts w:ascii="Arial" w:eastAsia="Times New Roman" w:hAnsi="Arial" w:cs="Arial"/>
          <w:i/>
          <w:sz w:val="20"/>
          <w:szCs w:val="20"/>
          <w:lang w:eastAsia="pl-PL"/>
        </w:rPr>
        <w:t>Jeżeli Wykonawca należy do grupy kapitałowej, do której należy także inny Wykonawca biorący udział w niniejszym postępowaniu, wraz ze złożeniem oświadczenia może przedstawić dowody, że powiązania z innym Wykonawcą nie prowadzą do zakłócenia konkurencji w postępowaniu o udzielenie zamówienia.</w:t>
      </w:r>
    </w:p>
    <w:p w:rsidR="001D6ED5" w:rsidRPr="001D6ED5" w:rsidRDefault="001D6ED5" w:rsidP="001D6ED5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D6ED5" w:rsidRPr="001D6ED5" w:rsidRDefault="001D6ED5" w:rsidP="001D6ED5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D6ED5" w:rsidRPr="001D6ED5" w:rsidRDefault="001D6ED5" w:rsidP="001D6ED5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D6ED5" w:rsidRPr="001D6ED5" w:rsidRDefault="001D6ED5" w:rsidP="001D6ED5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Arial" w:eastAsia="Times New Roman" w:hAnsi="Arial" w:cs="Arial"/>
          <w:b/>
          <w:bCs/>
          <w:i/>
          <w:lang w:eastAsia="pl-PL"/>
        </w:rPr>
      </w:pPr>
      <w:r w:rsidRPr="001D6ED5">
        <w:rPr>
          <w:rFonts w:ascii="Arial" w:eastAsia="Times New Roman" w:hAnsi="Arial" w:cs="Arial"/>
          <w:i/>
          <w:sz w:val="18"/>
          <w:szCs w:val="18"/>
          <w:lang w:eastAsia="pl-PL"/>
        </w:rPr>
        <w:t>Dokument powinien być podpisany kwalifikowanym podpisem elektronicznym przez osoby upoważnione do reprezentowania Wykonawcy</w:t>
      </w:r>
    </w:p>
    <w:p w:rsidR="00930A12" w:rsidRDefault="00930A12" w:rsidP="00D3548B">
      <w:pPr>
        <w:spacing w:after="0" w:line="240" w:lineRule="auto"/>
        <w:jc w:val="both"/>
      </w:pPr>
      <w:bookmarkStart w:id="0" w:name="_GoBack"/>
      <w:bookmarkEnd w:id="0"/>
    </w:p>
    <w:sectPr w:rsidR="00930A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690" w:rsidRDefault="00AB2690" w:rsidP="001D6ED5">
      <w:pPr>
        <w:spacing w:after="0" w:line="240" w:lineRule="auto"/>
      </w:pPr>
      <w:r>
        <w:separator/>
      </w:r>
    </w:p>
  </w:endnote>
  <w:endnote w:type="continuationSeparator" w:id="0">
    <w:p w:rsidR="00AB2690" w:rsidRDefault="00AB2690" w:rsidP="001D6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690" w:rsidRDefault="00AB2690" w:rsidP="001D6ED5">
      <w:pPr>
        <w:spacing w:after="0" w:line="240" w:lineRule="auto"/>
      </w:pPr>
      <w:r>
        <w:separator/>
      </w:r>
    </w:p>
  </w:footnote>
  <w:footnote w:type="continuationSeparator" w:id="0">
    <w:p w:rsidR="00AB2690" w:rsidRDefault="00AB2690" w:rsidP="001D6ED5">
      <w:pPr>
        <w:spacing w:after="0" w:line="240" w:lineRule="auto"/>
      </w:pPr>
      <w:r>
        <w:continuationSeparator/>
      </w:r>
    </w:p>
  </w:footnote>
  <w:footnote w:id="1">
    <w:p w:rsidR="001D6ED5" w:rsidRPr="001B0976" w:rsidRDefault="001D6ED5" w:rsidP="001D6ED5">
      <w:pPr>
        <w:ind w:right="283"/>
        <w:jc w:val="both"/>
        <w:rPr>
          <w:rFonts w:cs="Arial"/>
          <w:sz w:val="20"/>
          <w:szCs w:val="20"/>
        </w:rPr>
      </w:pPr>
      <w:r w:rsidRPr="001B0976">
        <w:rPr>
          <w:rStyle w:val="Odwoanieprzypisudolnego"/>
          <w:rFonts w:cs="Arial"/>
          <w:b/>
          <w:sz w:val="20"/>
          <w:szCs w:val="20"/>
        </w:rPr>
        <w:footnoteRef/>
      </w:r>
      <w:r w:rsidRPr="001B0976">
        <w:rPr>
          <w:rFonts w:cs="Arial"/>
          <w:sz w:val="20"/>
          <w:szCs w:val="20"/>
        </w:rPr>
        <w:t xml:space="preserve"> </w:t>
      </w:r>
      <w:r w:rsidRPr="001B0976">
        <w:rPr>
          <w:rFonts w:cs="Arial"/>
          <w:sz w:val="20"/>
          <w:szCs w:val="20"/>
          <w:u w:val="single"/>
        </w:rPr>
        <w:t>Niniejszego oświadczenia nie należy załączać do oferty</w:t>
      </w:r>
      <w:r w:rsidRPr="001B0976">
        <w:rPr>
          <w:rFonts w:cs="Arial"/>
          <w:sz w:val="20"/>
          <w:szCs w:val="20"/>
        </w:rPr>
        <w:t xml:space="preserve">. </w:t>
      </w:r>
      <w:r w:rsidRPr="001B0976">
        <w:rPr>
          <w:rFonts w:cs="Arial"/>
          <w:b/>
          <w:i/>
          <w:sz w:val="20"/>
          <w:szCs w:val="20"/>
        </w:rPr>
        <w:t xml:space="preserve">Wykonawca jest zobowiązany do przekazania niniejszego oświadczenia Zamawiającemu w terminie 3 dni od dnia zamieszczenia na stronie internetowej </w:t>
      </w:r>
      <w:hyperlink r:id="rId1" w:history="1">
        <w:r w:rsidRPr="001B0976">
          <w:rPr>
            <w:rStyle w:val="Hipercze"/>
            <w:rFonts w:cs="Arial"/>
            <w:b/>
            <w:i/>
            <w:sz w:val="20"/>
            <w:szCs w:val="20"/>
          </w:rPr>
          <w:t>https://bip.itee.radom.pl</w:t>
        </w:r>
      </w:hyperlink>
      <w:r w:rsidRPr="001B0976">
        <w:rPr>
          <w:rFonts w:cs="Arial"/>
          <w:b/>
          <w:i/>
          <w:sz w:val="20"/>
          <w:szCs w:val="20"/>
        </w:rPr>
        <w:t xml:space="preserve"> informacji o treści złożonych ofert, zgodnej z art. 86 ust. 5 ustawy </w:t>
      </w:r>
      <w:proofErr w:type="spellStart"/>
      <w:r w:rsidRPr="001B0976">
        <w:rPr>
          <w:rFonts w:cs="Arial"/>
          <w:b/>
          <w:i/>
          <w:sz w:val="20"/>
          <w:szCs w:val="20"/>
        </w:rPr>
        <w:t>Pzp</w:t>
      </w:r>
      <w:proofErr w:type="spellEnd"/>
      <w:r w:rsidRPr="001B0976">
        <w:rPr>
          <w:rFonts w:cs="Arial"/>
          <w:b/>
          <w:i/>
          <w:sz w:val="20"/>
          <w:szCs w:val="20"/>
        </w:rPr>
        <w:t>.</w:t>
      </w:r>
    </w:p>
  </w:footnote>
  <w:footnote w:id="2">
    <w:p w:rsidR="001D6ED5" w:rsidRPr="001B0976" w:rsidRDefault="001D6ED5" w:rsidP="001D6ED5">
      <w:pPr>
        <w:pStyle w:val="Tekstprzypisudolnego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  <w:b/>
        </w:rPr>
        <w:footnoteRef/>
      </w:r>
      <w:r w:rsidRPr="001B0976">
        <w:rPr>
          <w:rFonts w:asciiTheme="minorHAnsi" w:hAnsiTheme="minorHAnsi" w:cs="Arial"/>
        </w:rPr>
        <w:t xml:space="preserve"> Niepotrzebne skreślić.</w:t>
      </w:r>
    </w:p>
  </w:footnote>
  <w:footnote w:id="3">
    <w:p w:rsidR="001D6ED5" w:rsidRPr="001B0976" w:rsidRDefault="001D6ED5" w:rsidP="001D6ED5">
      <w:pPr>
        <w:pStyle w:val="Tekstprzypisudolnego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  <w:b/>
        </w:rPr>
        <w:footnoteRef/>
      </w:r>
      <w:r w:rsidRPr="001B0976">
        <w:rPr>
          <w:rFonts w:asciiTheme="minorHAnsi" w:hAnsiTheme="minorHAnsi" w:cs="Arial"/>
        </w:rPr>
        <w:t xml:space="preserve"> Tabelę wypełnić tylko w przypadku przynależności do grupy kapitałowej.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ED5" w:rsidRDefault="001D6ED5" w:rsidP="001D6ED5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NT/30/2019</w:t>
    </w:r>
  </w:p>
  <w:p w:rsidR="001D6ED5" w:rsidRDefault="001D6ED5" w:rsidP="001D6ED5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4</w:t>
    </w:r>
  </w:p>
  <w:p w:rsidR="001D6ED5" w:rsidRDefault="001D6ED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BF2335"/>
    <w:multiLevelType w:val="hybridMultilevel"/>
    <w:tmpl w:val="D0C0E75C"/>
    <w:lvl w:ilvl="0" w:tplc="B306887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ED5"/>
    <w:rsid w:val="001D6ED5"/>
    <w:rsid w:val="00930A12"/>
    <w:rsid w:val="00AB2690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CDDF51-0069-42DD-A39C-5A79C337D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6E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6ED5"/>
  </w:style>
  <w:style w:type="paragraph" w:styleId="Stopka">
    <w:name w:val="footer"/>
    <w:basedOn w:val="Normalny"/>
    <w:link w:val="StopkaZnak"/>
    <w:uiPriority w:val="99"/>
    <w:unhideWhenUsed/>
    <w:rsid w:val="001D6E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6ED5"/>
  </w:style>
  <w:style w:type="character" w:styleId="Hipercze">
    <w:name w:val="Hyperlink"/>
    <w:basedOn w:val="Domylnaczcionkaakapitu"/>
    <w:rsid w:val="001D6ED5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1D6E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6E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1D6ED5"/>
    <w:rPr>
      <w:vertAlign w:val="superscript"/>
    </w:rPr>
  </w:style>
  <w:style w:type="table" w:styleId="Tabela-Siatka">
    <w:name w:val="Table Grid"/>
    <w:basedOn w:val="Standardowy"/>
    <w:uiPriority w:val="39"/>
    <w:rsid w:val="001D6E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ip-itee.radom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737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2019-06-04T10:31:00Z</dcterms:created>
  <dcterms:modified xsi:type="dcterms:W3CDTF">2019-06-04T10:32:00Z</dcterms:modified>
</cp:coreProperties>
</file>